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F1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B8C05E" w14:textId="72C0C48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F33DC">
        <w:rPr>
          <w:rFonts w:ascii="Corbel" w:hAnsi="Corbel"/>
          <w:i/>
          <w:smallCaps/>
          <w:sz w:val="24"/>
          <w:szCs w:val="24"/>
        </w:rPr>
        <w:t>202</w:t>
      </w:r>
      <w:r w:rsidR="000A0EBE">
        <w:rPr>
          <w:rFonts w:ascii="Corbel" w:hAnsi="Corbel"/>
          <w:i/>
          <w:smallCaps/>
          <w:sz w:val="24"/>
          <w:szCs w:val="24"/>
        </w:rPr>
        <w:t>1</w:t>
      </w:r>
      <w:r w:rsidR="003F33DC">
        <w:rPr>
          <w:rFonts w:ascii="Corbel" w:hAnsi="Corbel"/>
          <w:i/>
          <w:smallCaps/>
          <w:sz w:val="24"/>
          <w:szCs w:val="24"/>
        </w:rPr>
        <w:t xml:space="preserve"> – 202</w:t>
      </w:r>
      <w:r w:rsidR="000A0EBE">
        <w:rPr>
          <w:rFonts w:ascii="Corbel" w:hAnsi="Corbel"/>
          <w:i/>
          <w:smallCaps/>
          <w:sz w:val="24"/>
          <w:szCs w:val="24"/>
        </w:rPr>
        <w:t>6</w:t>
      </w:r>
    </w:p>
    <w:p w14:paraId="1BB88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18AC1C4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33DC">
        <w:rPr>
          <w:rFonts w:ascii="Corbel" w:hAnsi="Corbel"/>
          <w:sz w:val="20"/>
          <w:szCs w:val="20"/>
        </w:rPr>
        <w:t>202</w:t>
      </w:r>
      <w:r w:rsidR="000A0EBE">
        <w:rPr>
          <w:rFonts w:ascii="Corbel" w:hAnsi="Corbel"/>
          <w:sz w:val="20"/>
          <w:szCs w:val="20"/>
        </w:rPr>
        <w:t>3</w:t>
      </w:r>
      <w:r w:rsidR="003F33DC">
        <w:rPr>
          <w:rFonts w:ascii="Corbel" w:hAnsi="Corbel"/>
          <w:sz w:val="20"/>
          <w:szCs w:val="20"/>
        </w:rPr>
        <w:t>/202</w:t>
      </w:r>
      <w:r w:rsidR="000A0EB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282D1B" w14:textId="21B74C17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AFB3EF" w14:textId="51CF8893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29CC0859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15AF891C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46F102FA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1696E953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6EAE7BF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6DA380EF" w:rsidR="0085747A" w:rsidRPr="009C54AE" w:rsidRDefault="00747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723EEE49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3AE4810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9106AE6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C27B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EAF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rzygotowanie do kontaktu z dziećmi, w trakcie procesu nauczania i wychowania oraz do dostrzegania, rozumienia i rozwiązywania podstawowych problemów związanych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75E1C0A9" w:rsidR="0085747A" w:rsidRPr="00E522C2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70A8FBB1" w:rsidR="0085747A" w:rsidRPr="00E522C2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rawidłowościami rozwojowymi</w:t>
            </w:r>
          </w:p>
        </w:tc>
        <w:tc>
          <w:tcPr>
            <w:tcW w:w="1873" w:type="dxa"/>
          </w:tcPr>
          <w:p w14:paraId="45E8AE36" w14:textId="77777777" w:rsidR="002230CF" w:rsidRDefault="002230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1DCCAF83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5075F1F5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odziaływań wychowawczych</w:t>
            </w:r>
          </w:p>
        </w:tc>
        <w:tc>
          <w:tcPr>
            <w:tcW w:w="1873" w:type="dxa"/>
          </w:tcPr>
          <w:p w14:paraId="7BB5B92D" w14:textId="77B7DECE" w:rsidR="00393321" w:rsidRPr="009C54AE" w:rsidRDefault="0035629A" w:rsidP="00B234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charakterystyka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  <w:sz w:val="24"/>
                <w:szCs w:val="24"/>
              </w:rPr>
              <w:t>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proofErr w:type="spellEnd"/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e. S. </w:t>
            </w:r>
            <w:proofErr w:type="spellStart"/>
            <w:r w:rsidR="00131936" w:rsidRPr="00131936">
              <w:rPr>
                <w:rFonts w:ascii="Corbel" w:hAnsi="Corbel"/>
                <w:sz w:val="24"/>
                <w:szCs w:val="24"/>
              </w:rPr>
              <w:t>Tomkinsa</w:t>
            </w:r>
            <w:proofErr w:type="spellEnd"/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funkcjonowania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114E5">
              <w:rPr>
                <w:rFonts w:ascii="Corbel" w:hAnsi="Corbel"/>
                <w:sz w:val="24"/>
                <w:szCs w:val="24"/>
              </w:rPr>
              <w:t>Prazaufanie</w:t>
            </w:r>
            <w:proofErr w:type="spellEnd"/>
            <w:r w:rsidR="008114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BB528C" w14:textId="7CEC0DA4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65E1EB47" w14:textId="57D014C7" w:rsidR="0085747A" w:rsidRPr="009C54AE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77777777" w:rsidR="0085747A" w:rsidRPr="003E74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74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744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10B60DC6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744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przygotowanie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548D46D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0A4100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6B200B05" w:rsidR="00C61DC5" w:rsidRPr="009C54AE" w:rsidRDefault="008C7868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CC978C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676C964B" w:rsidR="00D27893" w:rsidRPr="009C54AE" w:rsidRDefault="00FB7367" w:rsidP="00E522C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482A736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4BCE9FA6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</w:t>
            </w:r>
            <w:proofErr w:type="spellStart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Ilg</w:t>
            </w:r>
            <w:proofErr w:type="spellEnd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50CF8C6E" w:rsidR="00E04CFB" w:rsidRDefault="00FB7367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F753B3D" w14:textId="454B2BBB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6FD9819E" w:rsidR="00E04CFB" w:rsidRPr="00E04CFB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Kościelska, M. (2017). Wspomaganie rozwoju osób z niepełnosprawnością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7115E35" w14:textId="18288B52" w:rsidR="00B771B4" w:rsidRPr="00893FC9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(2017). Wspomaganie osób z zaburzeniami należącymi do autystycznego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Warszawa: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AE4FE" w14:textId="77777777" w:rsidR="00B200FE" w:rsidRDefault="00B200FE" w:rsidP="00C16ABF">
      <w:pPr>
        <w:spacing w:after="0" w:line="240" w:lineRule="auto"/>
      </w:pPr>
      <w:r>
        <w:separator/>
      </w:r>
    </w:p>
  </w:endnote>
  <w:endnote w:type="continuationSeparator" w:id="0">
    <w:p w14:paraId="6D0507CF" w14:textId="77777777" w:rsidR="00B200FE" w:rsidRDefault="00B200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B99DF" w14:textId="77777777" w:rsidR="00B200FE" w:rsidRDefault="00B200FE" w:rsidP="00C16ABF">
      <w:pPr>
        <w:spacing w:after="0" w:line="240" w:lineRule="auto"/>
      </w:pPr>
      <w:r>
        <w:separator/>
      </w:r>
    </w:p>
  </w:footnote>
  <w:footnote w:type="continuationSeparator" w:id="0">
    <w:p w14:paraId="1EFE2140" w14:textId="77777777" w:rsidR="00B200FE" w:rsidRDefault="00B200FE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38515C"/>
    <w:multiLevelType w:val="hybridMultilevel"/>
    <w:tmpl w:val="11EAC3D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A4139"/>
    <w:multiLevelType w:val="hybridMultilevel"/>
    <w:tmpl w:val="B5CCE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B7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30F"/>
    <w:rsid w:val="00096C46"/>
    <w:rsid w:val="000A0EBE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029B5"/>
    <w:rsid w:val="00124BFF"/>
    <w:rsid w:val="0012560E"/>
    <w:rsid w:val="00127108"/>
    <w:rsid w:val="00131936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4D2A"/>
    <w:rsid w:val="00176083"/>
    <w:rsid w:val="001770C7"/>
    <w:rsid w:val="001841D5"/>
    <w:rsid w:val="00192F37"/>
    <w:rsid w:val="001A70D2"/>
    <w:rsid w:val="001D657B"/>
    <w:rsid w:val="001D7B54"/>
    <w:rsid w:val="001E0209"/>
    <w:rsid w:val="001F2CA2"/>
    <w:rsid w:val="002144C0"/>
    <w:rsid w:val="00217D3B"/>
    <w:rsid w:val="002230CF"/>
    <w:rsid w:val="0022477D"/>
    <w:rsid w:val="002278A9"/>
    <w:rsid w:val="002336F9"/>
    <w:rsid w:val="0024028F"/>
    <w:rsid w:val="00244ABC"/>
    <w:rsid w:val="00247AC3"/>
    <w:rsid w:val="00251C88"/>
    <w:rsid w:val="00252DDE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29A"/>
    <w:rsid w:val="00363F78"/>
    <w:rsid w:val="003846BF"/>
    <w:rsid w:val="00393321"/>
    <w:rsid w:val="003A0A5B"/>
    <w:rsid w:val="003A1176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3DC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88B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D2BF2"/>
    <w:rsid w:val="005E6E85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81143"/>
    <w:rsid w:val="00696477"/>
    <w:rsid w:val="006D050F"/>
    <w:rsid w:val="006D6139"/>
    <w:rsid w:val="006E5D65"/>
    <w:rsid w:val="006F1282"/>
    <w:rsid w:val="006F1FBC"/>
    <w:rsid w:val="006F31E2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40C"/>
    <w:rsid w:val="00763BF1"/>
    <w:rsid w:val="00766FD4"/>
    <w:rsid w:val="0078168C"/>
    <w:rsid w:val="00787C2A"/>
    <w:rsid w:val="00790E27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29B8"/>
    <w:rsid w:val="008449B3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9A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6E0"/>
    <w:rsid w:val="00B06142"/>
    <w:rsid w:val="00B135B1"/>
    <w:rsid w:val="00B200FE"/>
    <w:rsid w:val="00B2345E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A5B90"/>
    <w:rsid w:val="00DB5934"/>
    <w:rsid w:val="00DB5BFD"/>
    <w:rsid w:val="00DE09C0"/>
    <w:rsid w:val="00DE4A14"/>
    <w:rsid w:val="00DF320D"/>
    <w:rsid w:val="00DF71C8"/>
    <w:rsid w:val="00E04CFB"/>
    <w:rsid w:val="00E129B8"/>
    <w:rsid w:val="00E15B8F"/>
    <w:rsid w:val="00E21E7D"/>
    <w:rsid w:val="00E22FBC"/>
    <w:rsid w:val="00E24BF5"/>
    <w:rsid w:val="00E25338"/>
    <w:rsid w:val="00E32E4D"/>
    <w:rsid w:val="00E51E44"/>
    <w:rsid w:val="00E522C2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EF652E"/>
    <w:rsid w:val="00F070AB"/>
    <w:rsid w:val="00F17567"/>
    <w:rsid w:val="00F27A7B"/>
    <w:rsid w:val="00F526AF"/>
    <w:rsid w:val="00F57329"/>
    <w:rsid w:val="00F617C3"/>
    <w:rsid w:val="00F7066B"/>
    <w:rsid w:val="00F83B28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  <w15:docId w15:val="{C2BCF332-EC9C-4E3F-B28B-CBD37802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B041D-3313-486C-A159-8D665D7B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141</TotalTime>
  <Pages>1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55</cp:revision>
  <cp:lastPrinted>2019-02-06T12:12:00Z</cp:lastPrinted>
  <dcterms:created xsi:type="dcterms:W3CDTF">2019-10-23T09:20:00Z</dcterms:created>
  <dcterms:modified xsi:type="dcterms:W3CDTF">2021-09-07T07:42:00Z</dcterms:modified>
</cp:coreProperties>
</file>